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F270B6" w:rsidRDefault="00F270B6" w:rsidP="00643719">
            <w:pPr>
              <w:jc w:val="center"/>
              <w:rPr>
                <w:rFonts w:ascii="Times New Roman" w:hAnsi="Times New Roman" w:cs="Times New Roman"/>
                <w:b/>
                <w:sz w:val="24"/>
                <w:szCs w:val="24"/>
              </w:rPr>
            </w:pPr>
          </w:p>
          <w:p w:rsidR="00F270B6" w:rsidRDefault="00F270B6" w:rsidP="00F270B6">
            <w:pPr>
              <w:rPr>
                <w:rFonts w:ascii="Times New Roman" w:hAnsi="Times New Roman" w:cs="Times New Roman"/>
                <w:b/>
                <w:sz w:val="24"/>
                <w:szCs w:val="24"/>
              </w:rPr>
            </w:pPr>
            <w:r>
              <w:rPr>
                <w:rFonts w:ascii="Times New Roman" w:hAnsi="Times New Roman" w:cs="Times New Roman"/>
                <w:b/>
                <w:sz w:val="24"/>
                <w:szCs w:val="24"/>
              </w:rPr>
              <w:t>Understanding Text Structure Power Point</w:t>
            </w:r>
          </w:p>
          <w:p w:rsidR="00F270B6" w:rsidRPr="00D81D38" w:rsidRDefault="00D81D38" w:rsidP="00F270B6">
            <w:pPr>
              <w:rPr>
                <w:rFonts w:ascii="Times New Roman" w:hAnsi="Times New Roman" w:cs="Times New Roman"/>
                <w:b/>
                <w:sz w:val="24"/>
                <w:szCs w:val="24"/>
                <w:u w:val="single"/>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Leveled Reader – </w:t>
            </w:r>
            <w:r>
              <w:rPr>
                <w:rFonts w:ascii="Times New Roman" w:hAnsi="Times New Roman" w:cs="Times New Roman"/>
                <w:b/>
                <w:sz w:val="24"/>
                <w:szCs w:val="24"/>
                <w:u w:val="single"/>
              </w:rPr>
              <w:t>Young Colonists</w:t>
            </w:r>
          </w:p>
          <w:p w:rsidR="005C4CBE" w:rsidRDefault="00FB740C" w:rsidP="003D7D31">
            <w:pPr>
              <w:rPr>
                <w:rFonts w:ascii="Times New Roman" w:hAnsi="Times New Roman" w:cs="Times New Roman"/>
                <w:b/>
                <w:sz w:val="24"/>
                <w:szCs w:val="24"/>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Book</w:t>
            </w:r>
            <w:r w:rsidR="00D81D38">
              <w:rPr>
                <w:rFonts w:ascii="Times New Roman" w:hAnsi="Times New Roman" w:cs="Times New Roman"/>
                <w:b/>
                <w:sz w:val="24"/>
                <w:szCs w:val="24"/>
              </w:rPr>
              <w:t xml:space="preserve"> – pgs. 66 - 79</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Books about Colonial Times from Media Center</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Chart with Signal Words used in descriptive 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212944" w:rsidP="003D7D31">
            <w:pPr>
              <w:rPr>
                <w:rFonts w:ascii="Times New Roman" w:hAnsi="Times New Roman" w:cs="Times New Roman"/>
                <w:b/>
                <w:sz w:val="24"/>
                <w:szCs w:val="24"/>
              </w:rPr>
            </w:pPr>
            <w:r>
              <w:rPr>
                <w:rFonts w:ascii="Times New Roman" w:hAnsi="Times New Roman" w:cs="Times New Roman"/>
                <w:b/>
                <w:sz w:val="24"/>
                <w:szCs w:val="24"/>
              </w:rPr>
              <w:t>Description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D81D38" w:rsidRDefault="00D81D38" w:rsidP="00D81D38">
            <w:pPr>
              <w:ind w:left="144" w:right="144"/>
              <w:jc w:val="center"/>
              <w:rPr>
                <w:b/>
                <w:sz w:val="24"/>
                <w:szCs w:val="24"/>
                <w:u w:val="single"/>
              </w:rPr>
            </w:pPr>
            <w:r>
              <w:rPr>
                <w:b/>
                <w:sz w:val="24"/>
                <w:szCs w:val="24"/>
                <w:u w:val="single"/>
              </w:rPr>
              <w:t>Lesson Vocabulary</w:t>
            </w:r>
          </w:p>
          <w:p w:rsidR="000F2D4D" w:rsidRDefault="000F2D4D" w:rsidP="00D81D38">
            <w:pPr>
              <w:ind w:left="144" w:right="144"/>
              <w:jc w:val="center"/>
              <w:rPr>
                <w:b/>
                <w:sz w:val="24"/>
                <w:szCs w:val="24"/>
                <w:u w:val="single"/>
              </w:rPr>
            </w:pPr>
          </w:p>
          <w:p w:rsidR="009A084E" w:rsidRDefault="009A084E" w:rsidP="009A084E">
            <w:pPr>
              <w:ind w:right="144"/>
              <w:rPr>
                <w:sz w:val="24"/>
                <w:szCs w:val="24"/>
              </w:rPr>
            </w:pPr>
          </w:p>
          <w:p w:rsidR="006B5FDC" w:rsidRPr="00EF5C84" w:rsidRDefault="006B5FDC" w:rsidP="009A084E">
            <w:pPr>
              <w:ind w:right="144"/>
              <w:rPr>
                <w:sz w:val="24"/>
                <w:szCs w:val="24"/>
              </w:rPr>
            </w:pP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the reason for which something is done (In reading, ask yourself, “What do I want to find 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Compare and contrast the overall structure (e.g., chronology, comparison, cause/effect, problem/solution)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 xml:space="preserve">I can recognize and use </w:t>
            </w:r>
            <w:r w:rsidR="005F64D3">
              <w:rPr>
                <w:rFonts w:ascii="Times New Roman" w:hAnsi="Times New Roman" w:cs="Times New Roman"/>
                <w:sz w:val="24"/>
                <w:szCs w:val="24"/>
              </w:rPr>
              <w:t xml:space="preserve">the chronology structure </w:t>
            </w:r>
            <w:r w:rsidR="0039326A">
              <w:rPr>
                <w:rFonts w:ascii="Times New Roman" w:hAnsi="Times New Roman" w:cs="Times New Roman"/>
                <w:sz w:val="24"/>
                <w:szCs w:val="24"/>
              </w:rPr>
              <w:t>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 xml:space="preserve">I will build the student’s background knowledge about </w:t>
            </w:r>
            <w:r w:rsidR="005F64D3">
              <w:rPr>
                <w:rFonts w:ascii="Times New Roman" w:hAnsi="Times New Roman" w:cs="Times New Roman"/>
                <w:sz w:val="24"/>
                <w:szCs w:val="24"/>
              </w:rPr>
              <w:t xml:space="preserve">chronology by having students identify 4 of the most important events in the students’ lives.  Each student will record these events on a notecard; one notecard for each event.  During class, </w:t>
            </w:r>
            <w:r w:rsidR="005F64D3">
              <w:rPr>
                <w:rFonts w:ascii="Times New Roman" w:hAnsi="Times New Roman" w:cs="Times New Roman"/>
                <w:sz w:val="24"/>
                <w:szCs w:val="24"/>
              </w:rPr>
              <w:lastRenderedPageBreak/>
              <w:t>students will then meet with a partner and have the partner sequence their events in chronological order. (the students will prepare these cards for a morning work assignment)</w:t>
            </w:r>
          </w:p>
          <w:p w:rsidR="00BB6DF6" w:rsidRPr="00BB6DF6" w:rsidRDefault="00BB6DF6"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5D1BD7" w:rsidRDefault="0077730F" w:rsidP="003F39B8">
            <w:pPr>
              <w:rPr>
                <w:rFonts w:ascii="Times New Roman" w:hAnsi="Times New Roman" w:cs="Times New Roman"/>
                <w:sz w:val="24"/>
                <w:szCs w:val="24"/>
              </w:rPr>
            </w:pPr>
            <w:r>
              <w:rPr>
                <w:rFonts w:ascii="Times New Roman" w:hAnsi="Times New Roman" w:cs="Times New Roman"/>
                <w:sz w:val="24"/>
                <w:szCs w:val="24"/>
              </w:rPr>
              <w:t>Brainstorm a list of words on chart paper that serve as signal words for the text structure of chronology.  Post this chart paper for students to see as they read the recipe.</w:t>
            </w: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9A084E" w:rsidRDefault="0077730F" w:rsidP="003F39B8">
            <w:pPr>
              <w:rPr>
                <w:rFonts w:ascii="Times New Roman" w:hAnsi="Times New Roman" w:cs="Times New Roman"/>
                <w:sz w:val="24"/>
                <w:szCs w:val="24"/>
              </w:rPr>
            </w:pPr>
            <w:r>
              <w:rPr>
                <w:rFonts w:ascii="Times New Roman" w:hAnsi="Times New Roman" w:cs="Times New Roman"/>
                <w:sz w:val="24"/>
                <w:szCs w:val="24"/>
              </w:rPr>
              <w:t>Students will then work with a partner to read the recipe for colonial squash muffins.  While reading, students will highlight (or mark with sticky notes) the signal words that are within the text.  Upon finishing, students will discuss the following question with their partner: “What is the importance of the signal words within the recipe?”  Discuss this as a whole class.</w:t>
            </w: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t>Guided Practice ( You Do, I Help):</w:t>
            </w:r>
          </w:p>
          <w:p w:rsidR="00CE2321" w:rsidRPr="00CE2321" w:rsidRDefault="0077730F" w:rsidP="003F39B8">
            <w:pPr>
              <w:rPr>
                <w:rFonts w:ascii="Times New Roman" w:hAnsi="Times New Roman" w:cs="Times New Roman"/>
                <w:sz w:val="24"/>
                <w:szCs w:val="24"/>
              </w:rPr>
            </w:pPr>
            <w:r>
              <w:rPr>
                <w:rFonts w:ascii="Times New Roman" w:hAnsi="Times New Roman" w:cs="Times New Roman"/>
                <w:sz w:val="24"/>
                <w:szCs w:val="24"/>
              </w:rPr>
              <w:t xml:space="preserve">Distribute a Colonial American timeline to students.  Students will discuss how both texts are examples of the chronology text structure.  </w:t>
            </w: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11205D" w:rsidRDefault="0011205D" w:rsidP="003F39B8">
            <w:pPr>
              <w:rPr>
                <w:rFonts w:ascii="Times New Roman" w:hAnsi="Times New Roman" w:cs="Times New Roman"/>
                <w:sz w:val="24"/>
                <w:szCs w:val="24"/>
              </w:rPr>
            </w:pPr>
            <w:r>
              <w:rPr>
                <w:rFonts w:ascii="Times New Roman" w:hAnsi="Times New Roman" w:cs="Times New Roman"/>
                <w:sz w:val="24"/>
                <w:szCs w:val="24"/>
              </w:rPr>
              <w:t>Each student will be provided with three sticky notes.  They will then independently organize the signal words that were previously discussed into the three categories:  beginning, transitional, and end.  They will record the signal words on the appropriate sticky notes.</w:t>
            </w:r>
          </w:p>
          <w:p w:rsidR="00FE7398" w:rsidRPr="00BB6DF6" w:rsidRDefault="00FE7398" w:rsidP="003F39B8">
            <w:pPr>
              <w:rPr>
                <w:rFonts w:ascii="Times New Roman" w:hAnsi="Times New Roman" w:cs="Times New Roman"/>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212944"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11205D" w:rsidRDefault="0011205D" w:rsidP="003F39B8">
            <w:pPr>
              <w:rPr>
                <w:rFonts w:ascii="Times New Roman" w:hAnsi="Times New Roman" w:cs="Times New Roman"/>
                <w:sz w:val="24"/>
                <w:szCs w:val="24"/>
              </w:rPr>
            </w:pPr>
            <w:r>
              <w:rPr>
                <w:rFonts w:ascii="Times New Roman" w:hAnsi="Times New Roman" w:cs="Times New Roman"/>
                <w:sz w:val="24"/>
                <w:szCs w:val="24"/>
              </w:rPr>
              <w:t>Modeled:  The teacher will use the dates and events presented in the timeline along with the signal words discussed to create a brief paragraph about the major events in Colonial America.</w:t>
            </w:r>
          </w:p>
          <w:p w:rsidR="0011205D" w:rsidRPr="0011205D" w:rsidRDefault="0011205D" w:rsidP="003F39B8">
            <w:pPr>
              <w:rPr>
                <w:rFonts w:ascii="Times New Roman" w:hAnsi="Times New Roman" w:cs="Times New Roman"/>
                <w:sz w:val="24"/>
                <w:szCs w:val="24"/>
              </w:rPr>
            </w:pPr>
          </w:p>
          <w:p w:rsidR="00FA4A0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Independent: </w:t>
            </w:r>
            <w:r w:rsidR="0011205D">
              <w:rPr>
                <w:rFonts w:ascii="Times New Roman" w:hAnsi="Times New Roman" w:cs="Times New Roman"/>
                <w:sz w:val="24"/>
                <w:szCs w:val="24"/>
              </w:rPr>
              <w:t>Students will work independently, using the signal words, to describe six important events in their lives.  (see chronology rubric)</w:t>
            </w:r>
          </w:p>
          <w:p w:rsidR="00FA4A04" w:rsidRPr="00FC7EA5" w:rsidRDefault="00FA4A04" w:rsidP="003F39B8">
            <w:pPr>
              <w:rPr>
                <w:rFonts w:ascii="Times New Roman" w:hAnsi="Times New Roman" w:cs="Times New Roman"/>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understand life in colonial America.</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11205D" w:rsidRDefault="0011205D" w:rsidP="0011205D">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I will model for students how I want them to record words in their vocabulary journals using one section of the journal for text structure signal vocabulary words.</w:t>
            </w:r>
          </w:p>
          <w:p w:rsidR="0011205D" w:rsidRDefault="0011205D" w:rsidP="0011205D">
            <w:pPr>
              <w:rPr>
                <w:rFonts w:ascii="Times New Roman" w:hAnsi="Times New Roman" w:cs="Times New Roman"/>
                <w:sz w:val="24"/>
                <w:szCs w:val="24"/>
              </w:rPr>
            </w:pPr>
          </w:p>
          <w:p w:rsidR="0011205D" w:rsidRPr="002E5BAA" w:rsidRDefault="0011205D" w:rsidP="0011205D">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p w:rsidR="0007242D" w:rsidRDefault="0007242D" w:rsidP="0011205D">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FE7398" w:rsidRDefault="0011205D" w:rsidP="0011205D">
            <w:pPr>
              <w:rPr>
                <w:rFonts w:ascii="Times New Roman" w:hAnsi="Times New Roman" w:cs="Times New Roman"/>
                <w:b/>
                <w:sz w:val="24"/>
                <w:szCs w:val="24"/>
              </w:rPr>
            </w:pPr>
            <w:r>
              <w:rPr>
                <w:rFonts w:ascii="Times New Roman" w:hAnsi="Times New Roman" w:cs="Times New Roman"/>
                <w:sz w:val="24"/>
                <w:szCs w:val="24"/>
              </w:rPr>
              <w:t>Students will share their written events with their partner.</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C57F60" w:rsidRDefault="00C57F60" w:rsidP="000F2D4D">
            <w:pPr>
              <w:rPr>
                <w:rFonts w:ascii="Times New Roman" w:hAnsi="Times New Roman" w:cs="Times New Roman"/>
                <w:sz w:val="24"/>
                <w:szCs w:val="24"/>
              </w:rPr>
            </w:pPr>
          </w:p>
          <w:p w:rsidR="000F2D4D" w:rsidRDefault="000F2D4D" w:rsidP="000F2D4D">
            <w:pPr>
              <w:rPr>
                <w:rFonts w:ascii="Times New Roman" w:hAnsi="Times New Roman" w:cs="Times New Roman"/>
                <w:sz w:val="24"/>
                <w:szCs w:val="24"/>
              </w:rPr>
            </w:pPr>
            <w:r>
              <w:rPr>
                <w:rFonts w:ascii="Times New Roman" w:hAnsi="Times New Roman" w:cs="Times New Roman"/>
                <w:sz w:val="24"/>
                <w:szCs w:val="24"/>
              </w:rPr>
              <w:t xml:space="preserve">I will review the concept of anchor charts. </w:t>
            </w:r>
          </w:p>
          <w:p w:rsidR="000F2D4D" w:rsidRDefault="000F2D4D" w:rsidP="000F2D4D">
            <w:pPr>
              <w:rPr>
                <w:rFonts w:ascii="Times New Roman" w:hAnsi="Times New Roman" w:cs="Times New Roman"/>
                <w:sz w:val="24"/>
                <w:szCs w:val="24"/>
              </w:rPr>
            </w:pPr>
          </w:p>
          <w:p w:rsidR="000F2D4D" w:rsidRDefault="000F2D4D" w:rsidP="000F2D4D">
            <w:pPr>
              <w:rPr>
                <w:rFonts w:ascii="Times New Roman" w:hAnsi="Times New Roman" w:cs="Times New Roman"/>
                <w:sz w:val="24"/>
                <w:szCs w:val="24"/>
              </w:rPr>
            </w:pPr>
            <w:r>
              <w:rPr>
                <w:rFonts w:ascii="Times New Roman" w:hAnsi="Times New Roman" w:cs="Times New Roman"/>
                <w:sz w:val="24"/>
                <w:szCs w:val="24"/>
              </w:rPr>
              <w:t>Students will independently construct anchor charts for cause and effect using these criteria.  These charts will be maintained in their folder for future review.  Students will then collaborate their ideas as a while class to create a class anchor chart that will be on display in the classroom.</w:t>
            </w:r>
          </w:p>
          <w:p w:rsidR="000F2D4D" w:rsidRDefault="000F2D4D" w:rsidP="000F2D4D">
            <w:pPr>
              <w:rPr>
                <w:rFonts w:ascii="Times New Roman" w:hAnsi="Times New Roman" w:cs="Times New Roman"/>
                <w:sz w:val="24"/>
                <w:szCs w:val="24"/>
              </w:rPr>
            </w:pPr>
          </w:p>
          <w:p w:rsidR="000F2D4D" w:rsidRDefault="000F2D4D" w:rsidP="000F2D4D">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0F2D4D" w:rsidRDefault="006A1480" w:rsidP="000F2D4D">
            <w:pPr>
              <w:rPr>
                <w:rFonts w:ascii="Times New Roman" w:hAnsi="Times New Roman" w:cs="Times New Roman"/>
                <w:sz w:val="24"/>
                <w:szCs w:val="24"/>
              </w:rPr>
            </w:pPr>
            <w:hyperlink r:id="rId12" w:history="1">
              <w:r w:rsidR="000F2D4D" w:rsidRPr="00AE6D5B">
                <w:rPr>
                  <w:rStyle w:val="Hyperlink"/>
                  <w:rFonts w:ascii="Times New Roman" w:hAnsi="Times New Roman" w:cs="Times New Roman"/>
                  <w:sz w:val="24"/>
                  <w:szCs w:val="24"/>
                </w:rPr>
                <w:t>http://rubistar.4teachers.org/index.php?screen=ShowRubric&amp;rubric_id=2207071&amp;</w:t>
              </w:r>
            </w:hyperlink>
          </w:p>
          <w:p w:rsidR="000F2D4D" w:rsidRPr="00512880" w:rsidRDefault="000F2D4D" w:rsidP="000F2D4D">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Pr="00512880" w:rsidRDefault="00512880"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will search websites for additional text written using the </w:t>
            </w:r>
            <w:r w:rsidR="000F2D4D">
              <w:rPr>
                <w:rFonts w:ascii="Times New Roman" w:hAnsi="Times New Roman" w:cs="Times New Roman"/>
                <w:sz w:val="24"/>
                <w:szCs w:val="24"/>
              </w:rPr>
              <w:t xml:space="preserve">chronology </w:t>
            </w:r>
            <w:r>
              <w:rPr>
                <w:rFonts w:ascii="Times New Roman" w:hAnsi="Times New Roman" w:cs="Times New Roman"/>
                <w:sz w:val="24"/>
                <w:szCs w:val="24"/>
              </w:rPr>
              <w:t>text structure.</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EC1E75" w:rsidRDefault="00EC1E75" w:rsidP="000F2D4D">
            <w:pPr>
              <w:jc w:val="center"/>
              <w:rPr>
                <w:rFonts w:ascii="Times New Roman" w:hAnsi="Times New Roman" w:cs="Times New Roman"/>
                <w:sz w:val="24"/>
                <w:szCs w:val="24"/>
              </w:rPr>
            </w:pPr>
            <w:r>
              <w:rPr>
                <w:rFonts w:ascii="Times New Roman" w:hAnsi="Times New Roman" w:cs="Times New Roman"/>
                <w:sz w:val="24"/>
                <w:szCs w:val="24"/>
              </w:rPr>
              <w:t xml:space="preserve">Students who need help will meet in small groups with the teacher to complete </w:t>
            </w:r>
            <w:r w:rsidR="000F2D4D">
              <w:rPr>
                <w:rFonts w:ascii="Times New Roman" w:hAnsi="Times New Roman" w:cs="Times New Roman"/>
                <w:sz w:val="24"/>
                <w:szCs w:val="24"/>
              </w:rPr>
              <w:t>their chronological paragraphs.</w:t>
            </w:r>
          </w:p>
        </w:tc>
        <w:tc>
          <w:tcPr>
            <w:tcW w:w="3672" w:type="dxa"/>
            <w:shd w:val="clear" w:color="auto" w:fill="FFFFFF" w:themeFill="background1"/>
          </w:tcPr>
          <w:p w:rsidR="00EC1E75"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F2D4D" w:rsidP="008C13D7">
            <w:pPr>
              <w:rPr>
                <w:rFonts w:ascii="Times New Roman" w:hAnsi="Times New Roman" w:cs="Times New Roman"/>
                <w:sz w:val="24"/>
                <w:szCs w:val="24"/>
              </w:rPr>
            </w:pPr>
            <w:r>
              <w:rPr>
                <w:rFonts w:ascii="Times New Roman" w:hAnsi="Times New Roman" w:cs="Times New Roman"/>
                <w:sz w:val="24"/>
                <w:szCs w:val="24"/>
              </w:rPr>
              <w:t xml:space="preserve">Completed sticky notes, chronology paragraphs, </w:t>
            </w:r>
            <w:r w:rsidR="00EC1E75">
              <w:rPr>
                <w:rFonts w:ascii="Times New Roman" w:hAnsi="Times New Roman" w:cs="Times New Roman"/>
                <w:sz w:val="24"/>
                <w:szCs w:val="24"/>
              </w:rPr>
              <w:t>and anchor charts will be products used for assessing student understanding. Rubrics will be used to determine the quality of work on paragraphs and anchor charts.</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04F" w:rsidRDefault="0035604F" w:rsidP="00D7779B">
      <w:pPr>
        <w:spacing w:after="0" w:line="240" w:lineRule="auto"/>
      </w:pPr>
      <w:r>
        <w:separator/>
      </w:r>
    </w:p>
  </w:endnote>
  <w:endnote w:type="continuationSeparator" w:id="0">
    <w:p w:rsidR="0035604F" w:rsidRDefault="0035604F"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04F" w:rsidRDefault="0035604F" w:rsidP="00D7779B">
      <w:pPr>
        <w:spacing w:after="0" w:line="240" w:lineRule="auto"/>
      </w:pPr>
      <w:r>
        <w:separator/>
      </w:r>
    </w:p>
  </w:footnote>
  <w:footnote w:type="continuationSeparator" w:id="0">
    <w:p w:rsidR="0035604F" w:rsidRDefault="0035604F"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9E1AB4C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F2D4D"/>
    <w:rsid w:val="00101EDC"/>
    <w:rsid w:val="0011205D"/>
    <w:rsid w:val="0014768E"/>
    <w:rsid w:val="00212944"/>
    <w:rsid w:val="00224A5F"/>
    <w:rsid w:val="0028190D"/>
    <w:rsid w:val="002E5BAA"/>
    <w:rsid w:val="0035604F"/>
    <w:rsid w:val="0039326A"/>
    <w:rsid w:val="003B4374"/>
    <w:rsid w:val="003D7D31"/>
    <w:rsid w:val="003F39B8"/>
    <w:rsid w:val="00440042"/>
    <w:rsid w:val="004A180A"/>
    <w:rsid w:val="004B658C"/>
    <w:rsid w:val="00512880"/>
    <w:rsid w:val="00514932"/>
    <w:rsid w:val="0051657B"/>
    <w:rsid w:val="00535FAF"/>
    <w:rsid w:val="005546B7"/>
    <w:rsid w:val="00570FB8"/>
    <w:rsid w:val="005C4CBE"/>
    <w:rsid w:val="005D1BD7"/>
    <w:rsid w:val="005F64D3"/>
    <w:rsid w:val="0060140C"/>
    <w:rsid w:val="00640536"/>
    <w:rsid w:val="00643719"/>
    <w:rsid w:val="00696A8D"/>
    <w:rsid w:val="006A0ACD"/>
    <w:rsid w:val="006A1480"/>
    <w:rsid w:val="006B5FDC"/>
    <w:rsid w:val="006F794C"/>
    <w:rsid w:val="0077730F"/>
    <w:rsid w:val="007E40D3"/>
    <w:rsid w:val="008C13D7"/>
    <w:rsid w:val="0099645F"/>
    <w:rsid w:val="009A084E"/>
    <w:rsid w:val="009B085C"/>
    <w:rsid w:val="00A90A8F"/>
    <w:rsid w:val="00A96A55"/>
    <w:rsid w:val="00AE3AD8"/>
    <w:rsid w:val="00AF6EA1"/>
    <w:rsid w:val="00B61C12"/>
    <w:rsid w:val="00BA0796"/>
    <w:rsid w:val="00BA129A"/>
    <w:rsid w:val="00BB6DF6"/>
    <w:rsid w:val="00C57F60"/>
    <w:rsid w:val="00C92D93"/>
    <w:rsid w:val="00CD5617"/>
    <w:rsid w:val="00CD749D"/>
    <w:rsid w:val="00CE2321"/>
    <w:rsid w:val="00D22743"/>
    <w:rsid w:val="00D7779B"/>
    <w:rsid w:val="00D801CF"/>
    <w:rsid w:val="00D81D38"/>
    <w:rsid w:val="00DD6FE2"/>
    <w:rsid w:val="00E90B82"/>
    <w:rsid w:val="00EC1E75"/>
    <w:rsid w:val="00EF5C84"/>
    <w:rsid w:val="00F270B6"/>
    <w:rsid w:val="00FA4A04"/>
    <w:rsid w:val="00FB740C"/>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rubistar.4teachers.org/index.php?screen=ShowRubric&amp;rubric_id=2207071&am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ADAB4024.dotm</Template>
  <TotalTime>0</TotalTime>
  <Pages>3</Pages>
  <Words>1008</Words>
  <Characters>5747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2012-07-25T17:45:00Z</dcterms:created>
  <dcterms:modified xsi:type="dcterms:W3CDTF">2012-07-25T17:45:00Z</dcterms:modified>
</cp:coreProperties>
</file>